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BF1" w:rsidRPr="00ED05E5" w:rsidRDefault="005A3BF1" w:rsidP="00E03AAB">
      <w:pPr>
        <w:tabs>
          <w:tab w:val="center" w:pos="4394"/>
          <w:tab w:val="left" w:pos="7460"/>
        </w:tabs>
        <w:spacing w:after="0"/>
        <w:ind w:left="-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СОВЕТ ДЕПУТАТОВ </w:t>
      </w:r>
      <w:r>
        <w:rPr>
          <w:rFonts w:ascii="Times New Roman" w:hAnsi="Times New Roman"/>
          <w:sz w:val="28"/>
          <w:szCs w:val="28"/>
        </w:rPr>
        <w:tab/>
      </w:r>
      <w:r w:rsidRPr="00ED05E5">
        <w:rPr>
          <w:rFonts w:ascii="Times New Roman" w:hAnsi="Times New Roman"/>
          <w:b/>
          <w:sz w:val="28"/>
          <w:szCs w:val="28"/>
        </w:rPr>
        <w:t>ПРОЕКТ</w:t>
      </w: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ЛЕБЕДЕВСКОГО </w:t>
      </w:r>
      <w:r w:rsidRPr="00633F3B">
        <w:rPr>
          <w:rFonts w:ascii="Times New Roman" w:hAnsi="Times New Roman"/>
          <w:sz w:val="28"/>
          <w:szCs w:val="28"/>
        </w:rPr>
        <w:t xml:space="preserve"> СЕЛЬСОВЕТА</w:t>
      </w:r>
    </w:p>
    <w:p w:rsidR="005A3BF1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ТОГУЧИНСКОГО</w:t>
      </w:r>
      <w:r w:rsidRPr="00633F3B">
        <w:rPr>
          <w:rFonts w:ascii="Times New Roman" w:hAnsi="Times New Roman"/>
          <w:sz w:val="28"/>
          <w:szCs w:val="28"/>
        </w:rPr>
        <w:t xml:space="preserve"> РАЙОНА</w:t>
      </w: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633F3B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633F3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первого</w:t>
      </w:r>
      <w:r w:rsidRPr="00633F3B">
        <w:rPr>
          <w:rFonts w:ascii="Times New Roman" w:hAnsi="Times New Roman"/>
          <w:sz w:val="28"/>
          <w:szCs w:val="28"/>
        </w:rPr>
        <w:t xml:space="preserve"> созыва)</w:t>
      </w:r>
    </w:p>
    <w:p w:rsidR="005A3BF1" w:rsidRPr="00633F3B" w:rsidRDefault="005A3BF1" w:rsidP="00E03AAB">
      <w:pPr>
        <w:spacing w:after="0"/>
        <w:rPr>
          <w:rFonts w:ascii="Times New Roman" w:hAnsi="Times New Roman"/>
          <w:sz w:val="28"/>
          <w:szCs w:val="28"/>
        </w:rPr>
      </w:pP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633F3B">
        <w:rPr>
          <w:rFonts w:ascii="Times New Roman" w:hAnsi="Times New Roman"/>
          <w:sz w:val="28"/>
          <w:szCs w:val="28"/>
        </w:rPr>
        <w:t>РЕШЕНИЕ</w:t>
      </w: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(тридцать четвертой сессии</w:t>
      </w:r>
      <w:r w:rsidRPr="00633F3B">
        <w:rPr>
          <w:rFonts w:ascii="Times New Roman" w:hAnsi="Times New Roman"/>
          <w:sz w:val="28"/>
          <w:szCs w:val="28"/>
        </w:rPr>
        <w:t>)</w:t>
      </w:r>
    </w:p>
    <w:p w:rsidR="005A3BF1" w:rsidRPr="00633F3B" w:rsidRDefault="005A3BF1" w:rsidP="00E03AA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33F3B">
        <w:rPr>
          <w:rFonts w:ascii="Times New Roman" w:hAnsi="Times New Roman"/>
          <w:sz w:val="28"/>
          <w:szCs w:val="28"/>
        </w:rPr>
        <w:t xml:space="preserve"> </w:t>
      </w:r>
    </w:p>
    <w:p w:rsidR="005A3BF1" w:rsidRPr="00633F3B" w:rsidRDefault="005A3BF1" w:rsidP="00E03AA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5A3BF1" w:rsidRPr="00633F3B" w:rsidRDefault="005A3BF1" w:rsidP="00E03AA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27 марта 2014 </w:t>
      </w:r>
      <w:r w:rsidRPr="00633F3B">
        <w:rPr>
          <w:rFonts w:ascii="Times New Roman" w:hAnsi="Times New Roman"/>
          <w:sz w:val="28"/>
          <w:szCs w:val="28"/>
        </w:rPr>
        <w:t xml:space="preserve"> года       </w:t>
      </w:r>
      <w:r>
        <w:rPr>
          <w:rFonts w:ascii="Times New Roman" w:hAnsi="Times New Roman"/>
          <w:sz w:val="28"/>
          <w:szCs w:val="28"/>
        </w:rPr>
        <w:t xml:space="preserve">                   с. Лебедево</w:t>
      </w:r>
      <w:r w:rsidRPr="00633F3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№ 3</w:t>
      </w:r>
    </w:p>
    <w:p w:rsidR="005A3BF1" w:rsidRDefault="005A3BF1"/>
    <w:p w:rsidR="005A3BF1" w:rsidRDefault="005A3BF1" w:rsidP="00E03AA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03AAB">
        <w:rPr>
          <w:rFonts w:ascii="Times New Roman" w:hAnsi="Times New Roman"/>
          <w:sz w:val="28"/>
          <w:szCs w:val="28"/>
        </w:rPr>
        <w:t>Об отмене решения одиннадцатой сессии Совета депутатов Лебедевского сельсовета от 17.10.2006 г. «Об утверждении Положения об организации ритуальных услуг и содержании мест захоронения на территории муниципального образования»</w:t>
      </w:r>
    </w:p>
    <w:p w:rsidR="005A3BF1" w:rsidRDefault="005A3BF1" w:rsidP="00E03AA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A3BF1" w:rsidRDefault="005A3BF1" w:rsidP="00E03A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Протеста прокурора Тогучинского района М.Н. Русина № 13-247-в-2014, в соответствии с Федеральным законом №131-ФЗ «Об общих принципах организации местного самоуправления в Российской Федерации» и Уставом Лебедевского сельсовета Тогучинского района Новосибирской области</w:t>
      </w:r>
    </w:p>
    <w:p w:rsidR="005A3BF1" w:rsidRDefault="005A3BF1" w:rsidP="00E03AA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</w:t>
      </w:r>
    </w:p>
    <w:p w:rsidR="005A3BF1" w:rsidRDefault="005A3BF1" w:rsidP="00E03AAB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 w:rsidRPr="00E03AAB">
        <w:rPr>
          <w:rFonts w:ascii="Times New Roman" w:hAnsi="Times New Roman"/>
          <w:sz w:val="28"/>
          <w:szCs w:val="28"/>
        </w:rPr>
        <w:t>Отменить решение одиннадцатой сессии Совета депутатов Лебедевского сельсовета от 17.10.2006 г. «Об утверждении Положения об организации ритуальных услуг и содержании мест захоронения на территории муниципального образования»</w:t>
      </w:r>
    </w:p>
    <w:p w:rsidR="005A3BF1" w:rsidRPr="001B1C2D" w:rsidRDefault="005A3BF1" w:rsidP="001B1C2D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B1C2D">
        <w:rPr>
          <w:rFonts w:ascii="Times New Roman" w:hAnsi="Times New Roman"/>
          <w:sz w:val="28"/>
          <w:szCs w:val="28"/>
        </w:rPr>
        <w:t>Опубликовать решение об отмене одиннадцатой сессии Совета депутатов Лебедевского сельсовета от 17.10.2006 г. «Об утверждении Положения об организации ритуальных услуг и содержании мест захоронения на территории муниципального образования»</w:t>
      </w:r>
    </w:p>
    <w:p w:rsidR="005A3BF1" w:rsidRDefault="005A3BF1" w:rsidP="00BA0EED">
      <w:pPr>
        <w:spacing w:after="0"/>
        <w:rPr>
          <w:rFonts w:ascii="Times New Roman" w:hAnsi="Times New Roman"/>
          <w:sz w:val="28"/>
          <w:szCs w:val="28"/>
        </w:rPr>
      </w:pPr>
    </w:p>
    <w:p w:rsidR="005A3BF1" w:rsidRDefault="005A3BF1" w:rsidP="00BA0EED">
      <w:pPr>
        <w:spacing w:after="0"/>
        <w:rPr>
          <w:rFonts w:ascii="Times New Roman" w:hAnsi="Times New Roman"/>
          <w:sz w:val="28"/>
          <w:szCs w:val="28"/>
        </w:rPr>
      </w:pPr>
    </w:p>
    <w:p w:rsidR="005A3BF1" w:rsidRDefault="005A3BF1" w:rsidP="00BA0EED">
      <w:pPr>
        <w:spacing w:after="0"/>
        <w:rPr>
          <w:rFonts w:ascii="Times New Roman" w:hAnsi="Times New Roman"/>
          <w:sz w:val="28"/>
          <w:szCs w:val="28"/>
        </w:rPr>
      </w:pPr>
    </w:p>
    <w:p w:rsidR="005A3BF1" w:rsidRDefault="005A3BF1" w:rsidP="00BA0EED">
      <w:pPr>
        <w:spacing w:after="0"/>
        <w:rPr>
          <w:rFonts w:ascii="Times New Roman" w:hAnsi="Times New Roman"/>
          <w:sz w:val="28"/>
          <w:szCs w:val="28"/>
        </w:rPr>
      </w:pPr>
    </w:p>
    <w:p w:rsidR="005A3BF1" w:rsidRDefault="005A3BF1" w:rsidP="00BA0EED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C24BD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 xml:space="preserve">седатель Совета депутатов </w:t>
      </w:r>
    </w:p>
    <w:p w:rsidR="005A3BF1" w:rsidRDefault="005A3BF1" w:rsidP="00BA0EED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Лебедевского </w:t>
      </w:r>
      <w:r w:rsidRPr="003C24BD">
        <w:rPr>
          <w:rFonts w:ascii="Times New Roman" w:hAnsi="Times New Roman"/>
          <w:sz w:val="28"/>
          <w:szCs w:val="28"/>
        </w:rPr>
        <w:t>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24BD">
        <w:rPr>
          <w:rFonts w:ascii="Times New Roman" w:hAnsi="Times New Roman"/>
          <w:sz w:val="28"/>
          <w:szCs w:val="28"/>
        </w:rPr>
        <w:t>Тогучинского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Е.В.Букарева</w:t>
      </w:r>
    </w:p>
    <w:p w:rsidR="005A3BF1" w:rsidRPr="003C24BD" w:rsidRDefault="005A3BF1" w:rsidP="00BA0EED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C24BD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5A3BF1" w:rsidRPr="003C24BD" w:rsidRDefault="005A3BF1" w:rsidP="00BA0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A3BF1" w:rsidRPr="003C24BD" w:rsidSect="00C27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864BF"/>
    <w:multiLevelType w:val="hybridMultilevel"/>
    <w:tmpl w:val="5AF83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4E02D87"/>
    <w:multiLevelType w:val="multilevel"/>
    <w:tmpl w:val="FF0AA7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7AF2645D"/>
    <w:multiLevelType w:val="hybridMultilevel"/>
    <w:tmpl w:val="F664D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AAB"/>
    <w:rsid w:val="000F79C4"/>
    <w:rsid w:val="00196F7B"/>
    <w:rsid w:val="001B1C2D"/>
    <w:rsid w:val="003C24BD"/>
    <w:rsid w:val="00514217"/>
    <w:rsid w:val="0054376D"/>
    <w:rsid w:val="005A3BF1"/>
    <w:rsid w:val="00633F3B"/>
    <w:rsid w:val="008D790A"/>
    <w:rsid w:val="00BA0EED"/>
    <w:rsid w:val="00C27940"/>
    <w:rsid w:val="00C87A20"/>
    <w:rsid w:val="00CE0D59"/>
    <w:rsid w:val="00D5036F"/>
    <w:rsid w:val="00E03AAB"/>
    <w:rsid w:val="00ED0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AA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03A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204</Words>
  <Characters>1167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2014-03-25T07:02:00Z</dcterms:created>
  <dcterms:modified xsi:type="dcterms:W3CDTF">2014-03-28T02:31:00Z</dcterms:modified>
</cp:coreProperties>
</file>