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b/>
          <w:bCs/>
          <w:color w:val="052635"/>
          <w:sz w:val="18"/>
          <w:szCs w:val="18"/>
        </w:rPr>
      </w:pPr>
    </w:p>
    <w:p w:rsidR="0078483C" w:rsidRDefault="0078483C" w:rsidP="00DF060C">
      <w:pPr>
        <w:spacing w:line="240" w:lineRule="auto"/>
        <w:ind w:left="-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АДМИНИСТРАЦИЯ</w:t>
      </w:r>
    </w:p>
    <w:p w:rsidR="0078483C" w:rsidRDefault="0078483C" w:rsidP="00DF060C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ЛЕБЕДЕВСКОГО СЕЛЬСОВЕТА</w:t>
      </w:r>
    </w:p>
    <w:p w:rsidR="0078483C" w:rsidRDefault="0078483C" w:rsidP="00DF060C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ТОГУЧИНСКОГО РАЙОНА</w:t>
      </w:r>
    </w:p>
    <w:p w:rsidR="0078483C" w:rsidRDefault="0078483C" w:rsidP="00DF060C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78483C" w:rsidRDefault="0078483C" w:rsidP="00DF060C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78483C" w:rsidRDefault="0078483C" w:rsidP="00DF060C">
      <w:pPr>
        <w:spacing w:line="240" w:lineRule="auto"/>
        <w:ind w:left="763" w:hanging="583"/>
        <w:jc w:val="center"/>
        <w:rPr>
          <w:rFonts w:ascii="Times New Roman" w:hAnsi="Times New Roman"/>
          <w:sz w:val="28"/>
          <w:szCs w:val="28"/>
        </w:rPr>
      </w:pPr>
    </w:p>
    <w:p w:rsidR="0078483C" w:rsidRPr="00DF060C" w:rsidRDefault="0078483C" w:rsidP="00DF060C">
      <w:pPr>
        <w:spacing w:line="240" w:lineRule="auto"/>
        <w:ind w:left="763" w:hanging="5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14.12.2012                      с. Лебедево                                    №  135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Об утверждении положения о персональных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данных сотрудников администрации Лебедевского сельсовета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В целях регулирования отношений, связанных с обработкой персональных данных, руководствуясь Федеральным законом от 27.07.2006г. № 152-ФЗ «О персональ</w:t>
      </w:r>
      <w:r>
        <w:rPr>
          <w:rFonts w:ascii="Times New Roman" w:hAnsi="Times New Roman"/>
          <w:color w:val="052635"/>
          <w:sz w:val="28"/>
          <w:szCs w:val="28"/>
        </w:rPr>
        <w:t>ных данных»</w:t>
      </w:r>
      <w:r w:rsidRPr="00DF060C">
        <w:rPr>
          <w:rFonts w:ascii="Times New Roman" w:hAnsi="Times New Roman"/>
          <w:color w:val="052635"/>
          <w:sz w:val="28"/>
          <w:szCs w:val="28"/>
        </w:rPr>
        <w:t>, статьей 34 Устава муниципал</w:t>
      </w:r>
      <w:r>
        <w:rPr>
          <w:rFonts w:ascii="Times New Roman" w:hAnsi="Times New Roman"/>
          <w:color w:val="052635"/>
          <w:sz w:val="28"/>
          <w:szCs w:val="28"/>
        </w:rPr>
        <w:t>ьного образования Лебедевский сельсовет Тогучинского района Новосибирской области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 </w:t>
      </w:r>
      <w:r>
        <w:rPr>
          <w:rFonts w:ascii="Times New Roman" w:hAnsi="Times New Roman"/>
          <w:bCs/>
          <w:color w:val="052635"/>
          <w:sz w:val="28"/>
          <w:szCs w:val="28"/>
        </w:rPr>
        <w:t>ПОСТАНОВЛЯЮ</w:t>
      </w: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1.Утвердить положение «О персональных данных сотрудников администрации</w:t>
      </w:r>
      <w:r>
        <w:rPr>
          <w:rFonts w:ascii="Times New Roman" w:hAnsi="Times New Roman"/>
          <w:color w:val="052635"/>
          <w:sz w:val="28"/>
          <w:szCs w:val="28"/>
        </w:rPr>
        <w:t xml:space="preserve"> Лебедевского сельсовета Тогучинского района Новосибирской области (Приложение)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2. Спе</w:t>
      </w:r>
      <w:r>
        <w:rPr>
          <w:rFonts w:ascii="Times New Roman" w:hAnsi="Times New Roman"/>
          <w:color w:val="052635"/>
          <w:sz w:val="28"/>
          <w:szCs w:val="28"/>
        </w:rPr>
        <w:t>циалисту  Макаровой Т.А.</w:t>
      </w:r>
      <w:r w:rsidRPr="00DF060C">
        <w:rPr>
          <w:rFonts w:ascii="Times New Roman" w:hAnsi="Times New Roman"/>
          <w:color w:val="052635"/>
          <w:sz w:val="28"/>
          <w:szCs w:val="28"/>
        </w:rPr>
        <w:t>. ознакомить сотруд</w:t>
      </w:r>
      <w:r>
        <w:rPr>
          <w:rFonts w:ascii="Times New Roman" w:hAnsi="Times New Roman"/>
          <w:color w:val="052635"/>
          <w:sz w:val="28"/>
          <w:szCs w:val="28"/>
        </w:rPr>
        <w:t>ников администрации Лебедевского</w:t>
      </w:r>
      <w:r w:rsidRPr="00DF060C">
        <w:rPr>
          <w:rFonts w:ascii="Times New Roman" w:hAnsi="Times New Roman"/>
          <w:color w:val="052635"/>
          <w:sz w:val="28"/>
          <w:szCs w:val="28"/>
        </w:rPr>
        <w:t xml:space="preserve"> сельсовет</w:t>
      </w:r>
      <w:r>
        <w:rPr>
          <w:rFonts w:ascii="Times New Roman" w:hAnsi="Times New Roman"/>
          <w:color w:val="052635"/>
          <w:sz w:val="28"/>
          <w:szCs w:val="28"/>
        </w:rPr>
        <w:t xml:space="preserve">а </w:t>
      </w:r>
      <w:r w:rsidRPr="00DF060C">
        <w:rPr>
          <w:rFonts w:ascii="Times New Roman" w:hAnsi="Times New Roman"/>
          <w:color w:val="052635"/>
          <w:sz w:val="28"/>
          <w:szCs w:val="28"/>
        </w:rPr>
        <w:t xml:space="preserve"> с данным Положением.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 Контроль за исполнением настоящего постановления оставляю за собой.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F060C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 xml:space="preserve">Глава Лебедевского сельсовета:                                      Е.В. Букарева                     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Приложение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к постановлению главы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 xml:space="preserve"> </w:t>
      </w:r>
      <w:r>
        <w:rPr>
          <w:rFonts w:ascii="Times New Roman" w:hAnsi="Times New Roman"/>
          <w:color w:val="052635"/>
          <w:sz w:val="28"/>
          <w:szCs w:val="28"/>
        </w:rPr>
        <w:t>Лебедевского сельсовета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от 14.12.2012г. № 135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Положение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о персональных данных сотрудников администрации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b/>
          <w:bCs/>
          <w:color w:val="052635"/>
          <w:sz w:val="28"/>
          <w:szCs w:val="28"/>
        </w:rPr>
        <w:t>Лебедевского сельсовета Тогучинского района Новосибирской области</w:t>
      </w: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 xml:space="preserve"> 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1. Общие положения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1.1. Положение о защите персональных данных (далее - Положение) определяет порядок сбора, хранения, комбинирования, передачи и любого другого использования персональных данных в соответствии с законодательством Российской Федерации.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1.2. Положение разработано в соответствии с Конституцией Российской Федерации, Гражданским кодексом Российской Федерации, Трудовым кодексом Российской Федерации, Федеральным законом от 27.07.2006 N 149-ФЗ "Об информации, информационных технологиях и о защите информации", Федеральным законом от 27.07.2006 N 152-ФЗ "О персональных данных", иными нормативными актами, действующими на территории Российской Федерации.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2. Понятие и состав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2.1. Персональные данные - информация, необходимая работодателю в связи с трудовыми отношениями и касающаяся конкретного работника, а также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2.2. К персональным данным относятся: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сведения, содержащиеся в документах, удостоверяющих личность;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информация, содержащаяся в трудовой книжке;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информация, содержащаяся в страховом свидетельстве государственного пенсионного страхования;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сведения, содержащиеся в документах воинского учета;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сведения об образовании, квалификации или наличии специальных знаний или подготовки;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информация о состоянии здоровья в случаях, предусмотренных законодательством;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сведения, содержащиеся в свидетельстве о постановке на учет физического лица в налоговом органе на территории Российской Федерации;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сведения о семейном положении;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информация о заработной плате;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другая персональная информация.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2.3. К документам, содержащим информацию персонального характера, относятся: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документы, удостоверяющие личность или содержащие информацию персонального характера;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учетные документы по личному составу, а также вспомогательные регистрационно-учетные формы, содержащие сведения персонального характера;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трудовые договоры с работниками, изменения к трудовым договорам, договоры о материальной ответственности с работниками;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распорядительные документы по личному составу (подлинники и копии);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документы по оценке деловых и профессиональных качеств работников при приеме на работу;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документы, отражающие деятельность конкурсных и аттестационных комиссий;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документы о результатах служебных расследований;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подлинники и копии отчетных, аналитических и справочных материалов, передаваемых руководству предприятия, руководителям структурных подразделений и служб;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копии отчетов, направляемых в государственные органы статистики, налоговые инспекции, вышестоящие органы управления и другие учреждения;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документы бухгалтерского учета, содержащие информацию о расчетах с персоналом;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медицинские документы, справки;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др. документы, содержащие сведения персонального характера.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 Получение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3.1. Персональные данные работника предоставляются самим работником. Если персональные данные работника возможно получить только у третьей стороны, то работник должен быть уведомлен об этом заранее и от него должно быть получено письменное согласие. Работодатель должен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3.2. Работник обязан предоставлять работодателю достоверную персональную информацию. При изменении персональных данных работник должен письменно уведомить об этом работодателя в срок, не превышающий 14 дней. Работодатель имеет право запрашивать у работника дополнительные сведения и документы, подтверждающие их достоверность.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3.3 Работодатель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отношений, в соответствии со ст. 24 Конституции Российской Федерации работодатель вправе получать и обрабатывать данные о частной жизни работника только с его письменного согласия.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3.4.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ТК РФ или иными федеральными законами.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3.5.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 Обработка и передача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4.1. Обработка персональных данных работника осуществляется исключительно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4.2. Допуск к персональным данным работника разрешен должностным лицам, которым персональные данные необходимы для выполнения конкретных трудовых функций. Список лиц, имеющих право доступа к персональным данным работников, представлен в Приложении N 1 к настоящему Положению.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4.3. Внешний допуск к персональным данным работников имеют сотрудники контрольно-ревизионных органов при наличии документов, являющихся обоснованием к работе с персональными данными.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4.4. При обработке персональных данных, не связанных с исполнением трудового договора, работодатель обязан получить согласие работника на обработку его персональных данных в письменном виде. Форма согласия на обработку персональных данных работника представлена в Приложении N 2.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4.5. Требования к передаче персональных данных: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других случаях, предусмотренных законодательством РФ;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не сообщать персональные данные работника в коммерческих целях без его письменного согласия;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предупредить лиц, получающих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осуществлять передачу персональных данных работника в пределах одной организации, у одного индивидуального предпринимателя в соответствии с локальным нормативным актом, с которым работник должен быть ознакомлен под роспись;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 работника, которые необходимы для выполнения конкретных функций;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передавать персональные данные работника представителям работников в порядке, установленном законодательством РФ, и ограничивать эту информацию только теми персональными данными работника, которые необходимы для выполнения указанными представителями их функций.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4.6. Подразделения, а также сотрудники организации, в ведение которых входит работа с персональными данными, обеспечивают защиту персональных данных от несанкционированного доступа и копирования.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4.7. Защита персональных данных работников от их неправомерного использования или утраты обеспечивается работодателем за счет его средств в порядке, установленном законодательством РФ.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5. Хранение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5.1. Служба кадров и бухгалтерия организуют хранение и использование персональных данных работников в соответствии с законодательством РФ, настоящим Положением и другими локальными нормативными актами организации, регламентирующими порядок работы с персональными данными работников.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5.2. Хранение персональных данных работников осуществляется на электронных носителях, а также в бумажном варианте.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5.3. Доступ к программному обеспечению, а также к персональной информации, хранящейся на электронных носителях, строго регламентирован (Приложение N 1) и осуществляется при введении личного идентификатора и пароля пользователя.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5.4. Документы персонального характера хранятся в сейфах подразделений, ответственных за ведение и хранение таких документов.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5.5. Помещения, в которых хранятся персональные данные работников, оборудуются надежными замками и системой сигнализации.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6. Уничтожение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6.1. Документы, содержащие персональные данные, подлежат хранению и уничтожению в порядке, предусмотренном архивным законодательством Российской Федерации.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6.2. Персональные данные работников подлежат уничтожению по достижении целей обработки или в случае утраты необходимости в достижении таких целей.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7. Права работника по обеспечению защиты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своих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7.1. Работники имеют право на: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полную информацию о своих персональных данных и обработке этих данных;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предусмотренных федеральным законом;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определение своих представителей для защиты своих персональных данных;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доступ к своим медицинским данным с помощью медицинского специалиста по своему выбору;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требование об исключении или исправлении неверных или неполных персональных данных, а также данных, обработанных с нарушением законодательства РФ;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обжалование в суд любых неправомерных действий или бездействия работодателя при обработке и защите его персональных данных.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8. Обязанности и ответственность работодателя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за нарушение норм, регулирующих обработку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и защиту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8.1. Лица, виновные в нарушении норм, регулирующих получение, обработку и защиту персональных данных работника, несут ответственность в соответствии с законодательством РФ: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дисциплинарную;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материальную;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гражданско-правовую;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административную;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уголовную.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8.2. Представление работником подложных документов является основанием для вынесения дисциплинарных взысканий вплоть до увольнения.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9. Заключительные положения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9.1. Положение обязательно для всех работников общества.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9.2. Работники и их представители должны быть ознакомлены под расписку с документами организации, устанавливающими порядок обработки персональных данных работников, а также об их правах и обязанностях в этой области. Форма расписки представлена в Приложении N 3 к настоящему Положению.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Приложение № 1</w:t>
      </w:r>
    </w:p>
    <w:p w:rsidR="0078483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к постановлению главы</w:t>
      </w:r>
    </w:p>
    <w:p w:rsidR="0078483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 xml:space="preserve">Лебедевского сельсовета </w:t>
      </w:r>
    </w:p>
    <w:p w:rsidR="0078483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от «__» _________2012г. № ___</w:t>
      </w:r>
    </w:p>
    <w:p w:rsidR="0078483C" w:rsidRPr="00DF060C" w:rsidRDefault="0078483C" w:rsidP="00FA54A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С П И С О К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должностных лиц администрации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b/>
          <w:bCs/>
          <w:color w:val="052635"/>
          <w:sz w:val="28"/>
          <w:szCs w:val="28"/>
        </w:rPr>
        <w:t>Лебедевского сельсовета</w:t>
      </w: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,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имеющих право доступа к персональным данным работников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1.</w:t>
      </w:r>
      <w:r>
        <w:rPr>
          <w:rFonts w:ascii="Times New Roman" w:hAnsi="Times New Roman"/>
          <w:color w:val="052635"/>
          <w:sz w:val="28"/>
          <w:szCs w:val="28"/>
        </w:rPr>
        <w:t xml:space="preserve"> Букарева Елизавета Владимировна</w:t>
      </w:r>
      <w:r w:rsidRPr="00DF060C">
        <w:rPr>
          <w:rFonts w:ascii="Times New Roman" w:hAnsi="Times New Roman"/>
          <w:color w:val="052635"/>
          <w:sz w:val="28"/>
          <w:szCs w:val="28"/>
        </w:rPr>
        <w:t xml:space="preserve"> – </w:t>
      </w:r>
      <w:r>
        <w:rPr>
          <w:rFonts w:ascii="Times New Roman" w:hAnsi="Times New Roman"/>
          <w:color w:val="052635"/>
          <w:sz w:val="28"/>
          <w:szCs w:val="28"/>
        </w:rPr>
        <w:t>Глава  Лебедевского сельсовета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 xml:space="preserve">2. Макарова Татьяна Алексеевна – специалист 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3. Кетова Ирина Анатольевна</w:t>
      </w:r>
      <w:r w:rsidRPr="00DF060C">
        <w:rPr>
          <w:rFonts w:ascii="Times New Roman" w:hAnsi="Times New Roman"/>
          <w:color w:val="052635"/>
          <w:sz w:val="28"/>
          <w:szCs w:val="28"/>
        </w:rPr>
        <w:t xml:space="preserve"> - главный бухгалтер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4. Кострицина Ольга Александровна</w:t>
      </w:r>
      <w:r w:rsidRPr="00DF060C">
        <w:rPr>
          <w:rFonts w:ascii="Times New Roman" w:hAnsi="Times New Roman"/>
          <w:color w:val="052635"/>
          <w:sz w:val="28"/>
          <w:szCs w:val="28"/>
        </w:rPr>
        <w:t xml:space="preserve"> - специалист по военно-учетной работе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5. Шмакова Елена Александровна – бухгалтер – кассир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Глава  Лебедевского сельсовета:                                      Е.В. Букарева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Приложение № 2</w:t>
      </w:r>
    </w:p>
    <w:p w:rsidR="0078483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 xml:space="preserve">к </w:t>
      </w:r>
      <w:r>
        <w:rPr>
          <w:rFonts w:ascii="Times New Roman" w:hAnsi="Times New Roman"/>
          <w:color w:val="052635"/>
          <w:sz w:val="28"/>
          <w:szCs w:val="28"/>
        </w:rPr>
        <w:t xml:space="preserve">постановлению главы </w:t>
      </w:r>
    </w:p>
    <w:p w:rsidR="0078483C" w:rsidRPr="00DF060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 xml:space="preserve">Лебедевского </w:t>
      </w:r>
      <w:r w:rsidRPr="00DF060C">
        <w:rPr>
          <w:rFonts w:ascii="Times New Roman" w:hAnsi="Times New Roman"/>
          <w:color w:val="052635"/>
          <w:sz w:val="28"/>
          <w:szCs w:val="28"/>
        </w:rPr>
        <w:t xml:space="preserve"> сельсове</w:t>
      </w:r>
      <w:r>
        <w:rPr>
          <w:rFonts w:ascii="Times New Roman" w:hAnsi="Times New Roman"/>
          <w:color w:val="052635"/>
          <w:sz w:val="28"/>
          <w:szCs w:val="28"/>
        </w:rPr>
        <w:t>а</w:t>
      </w:r>
      <w:r w:rsidRPr="00DF060C">
        <w:rPr>
          <w:rFonts w:ascii="Times New Roman" w:hAnsi="Times New Roman"/>
          <w:color w:val="052635"/>
          <w:sz w:val="28"/>
          <w:szCs w:val="28"/>
        </w:rPr>
        <w:t>т</w:t>
      </w:r>
    </w:p>
    <w:p w:rsidR="0078483C" w:rsidRPr="00DF060C" w:rsidRDefault="0078483C" w:rsidP="00FA54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от «__»________2012г. № 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СОГЛАСИЕ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b/>
          <w:bCs/>
          <w:color w:val="052635"/>
          <w:sz w:val="28"/>
          <w:szCs w:val="28"/>
        </w:rPr>
        <w:t>на обработку персональных данных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Я, _____________________________________________________________________,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(фамилия, имя, отчество)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паспорт серия ___________ № ___________, выдан _____________________________________________________________________________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(кем и когда выдан)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даю согласие__________________________________________________________________,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(наименование работодателя – оператора персональных данных)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расположенному по адресу: _____________________________________________________,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(адрес работодателя – оператора персональных данных)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(в дальнейшем – Работодатель) на обработку следующих персональных данных (нужное вписать):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специальной категории 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о моей частной жизни 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биометрических данных ________________________________________________________.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Обработка моих персональных данных допускается в следующих целях (нужное подчеркнуть или указать):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содействия мне в трудоустройстве, обучении и продвижении по службе;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обеспечения моей безопасности;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контроля количества и качества выполняемой мною работы;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обеспечения сохранности имущества Работодателя;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оформления трудовых отношений;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осуществления мною трудовой функции и оплаты моего труда;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предоставления гарантий и льгот, предусмотренных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_____________________________________________________________________________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_____________________________________________________________________________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_____________________________________________________________________________.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Мои персональные данные могут обрабатываться следующими способами (нужное подчеркнуть или вписать):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автоматизированная обработка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неавтоматизированная обработка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_____________________________________________________________________________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_____________________________________________________________________________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Я разрешаю осуществление следующих действий с моими персональными данными (нужное подчеркнуть или вписать):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получение 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(указать источник)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передача 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(указать адресата)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трансграничная передача 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использование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распространение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хранение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комбинирование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или др. ___________________________________________________________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Мне разъяснено, что для обработки персональных данных, содержащихся в настоящем Соглашении, дополнительного согласия не требуется.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Мне разъяснено, что в случае отказа от предоставления согласия на обработку персональных данных, возможно наступление следующих правовых последствий: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в соответствии с ___________________________________________________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(нормативный правовой акт)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_____________________________________________________________________________.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(правовые последствия)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Срок действия согласия (нужное подчеркнуть или указать):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 окончания трудового договора;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- до ___________________ 20____г.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Данное мною согласие может быть отозвано в любой момент с обязательным направлением Работодателю письменного уведомления. С момента получения уведомления об отзыве согласия на обработку персональных данных, а также при прекращении трудового договора Работодатель обязан прекратить обработку персональных данных, указанных в настоящем Соглашении и (или) уничтожить персональные данные в течение __________________ с момента получения такого отзыва.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(указать срок)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Требование об уничтожении не распространяется на персональные данные, для которых нормативными правовыми актами предусмотрена обязанность их хранения, в том числе после прекращения трудовых отношений.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При достижении целей обработки персональные данные подлежат уничтожению в срок _________________________ с даты достижения таких целей с обязательным уведомлением работника в течение ________________.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i/>
          <w:iCs/>
          <w:color w:val="052635"/>
          <w:sz w:val="28"/>
          <w:szCs w:val="28"/>
        </w:rPr>
        <w:t>Дата Личная подпись</w:t>
      </w:r>
      <w:r w:rsidRPr="00DF060C">
        <w:rPr>
          <w:rFonts w:ascii="Times New Roman" w:hAnsi="Times New Roman"/>
          <w:color w:val="052635"/>
          <w:sz w:val="28"/>
          <w:szCs w:val="28"/>
        </w:rPr>
        <w:t> Расшифровка подписи</w:t>
      </w: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 w:rsidP="00CD2CF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Приложение № 1</w:t>
      </w:r>
    </w:p>
    <w:p w:rsidR="0078483C" w:rsidRDefault="0078483C" w:rsidP="00CD2CF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к постановлению главы</w:t>
      </w:r>
    </w:p>
    <w:p w:rsidR="0078483C" w:rsidRDefault="0078483C" w:rsidP="00CD2CF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 xml:space="preserve">Лебедевского сельсовета </w:t>
      </w:r>
    </w:p>
    <w:p w:rsidR="0078483C" w:rsidRDefault="0078483C" w:rsidP="00CD2CF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hAnsi="Times New Roman"/>
          <w:color w:val="052635"/>
          <w:sz w:val="28"/>
          <w:szCs w:val="28"/>
        </w:rPr>
      </w:pPr>
      <w:r>
        <w:rPr>
          <w:rFonts w:ascii="Times New Roman" w:hAnsi="Times New Roman"/>
          <w:color w:val="052635"/>
          <w:sz w:val="28"/>
          <w:szCs w:val="28"/>
        </w:rPr>
        <w:t>от «__» _________2012г. № ___</w:t>
      </w:r>
    </w:p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894"/>
        <w:gridCol w:w="384"/>
        <w:gridCol w:w="80"/>
        <w:gridCol w:w="376"/>
        <w:gridCol w:w="4711"/>
      </w:tblGrid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b/>
                <w:bCs/>
                <w:sz w:val="28"/>
                <w:szCs w:val="28"/>
              </w:rPr>
              <w:t>СОГЛАСИЕ</w:t>
            </w:r>
          </w:p>
        </w:tc>
        <w:tc>
          <w:tcPr>
            <w:tcW w:w="0" w:type="auto"/>
            <w:vMerge w:val="restart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должность руководителя организации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инициалы и фамилия руководителя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На обработку персональных данных</w:t>
            </w: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фамилия, имя, отчество работника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должность работника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gridSpan w:val="2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наименование структурного подразделения</w:t>
            </w:r>
          </w:p>
        </w:tc>
      </w:tr>
    </w:tbl>
    <w:p w:rsidR="0078483C" w:rsidRPr="00DF060C" w:rsidRDefault="0078483C" w:rsidP="00D42A61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052635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166"/>
      </w:tblGrid>
      <w:tr w:rsidR="0078483C" w:rsidRPr="00DF060C" w:rsidTr="00D42A61">
        <w:trPr>
          <w:tblCellSpacing w:w="15" w:type="dxa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Подтверждаю свое согласие на обработку персональных данных[1]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наименование работодателя</w:t>
            </w:r>
          </w:p>
        </w:tc>
      </w:tr>
    </w:tbl>
    <w:p w:rsidR="0078483C" w:rsidRPr="00DF060C" w:rsidRDefault="0078483C" w:rsidP="00D42A61">
      <w:pPr>
        <w:shd w:val="clear" w:color="auto" w:fill="FFFFFF"/>
        <w:spacing w:after="0" w:line="240" w:lineRule="auto"/>
        <w:rPr>
          <w:rFonts w:ascii="Times New Roman" w:hAnsi="Times New Roman"/>
          <w:vanish/>
          <w:color w:val="052635"/>
          <w:sz w:val="28"/>
          <w:szCs w:val="28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86"/>
        <w:gridCol w:w="2210"/>
        <w:gridCol w:w="2019"/>
        <w:gridCol w:w="2281"/>
        <w:gridCol w:w="2279"/>
      </w:tblGrid>
      <w:tr w:rsidR="0078483C" w:rsidRPr="00DF060C" w:rsidTr="00D42A6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b/>
                <w:bCs/>
                <w:sz w:val="28"/>
                <w:szCs w:val="28"/>
              </w:rPr>
              <w:t>Цель обработки ПД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действий с ПД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b/>
                <w:bCs/>
                <w:sz w:val="28"/>
                <w:szCs w:val="28"/>
              </w:rPr>
              <w:t>Способы обработки ПД</w:t>
            </w: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483C" w:rsidRPr="00DF060C" w:rsidRDefault="0078483C" w:rsidP="00D42A61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t>Настоящее согласие действует в течение срока действия трудового договора и может быть отозвано в письменной форме.</w:t>
      </w:r>
    </w:p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74"/>
      </w:tblGrid>
      <w:tr w:rsidR="0078483C" w:rsidRPr="00DF060C" w:rsidTr="00D42A61">
        <w:trPr>
          <w:tblCellSpacing w:w="15" w:type="dxa"/>
          <w:jc w:val="right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83C" w:rsidRPr="00DF060C" w:rsidTr="00D42A61">
        <w:trPr>
          <w:tblCellSpacing w:w="15" w:type="dxa"/>
          <w:jc w:val="right"/>
        </w:trPr>
        <w:tc>
          <w:tcPr>
            <w:tcW w:w="0" w:type="auto"/>
            <w:vAlign w:val="center"/>
          </w:tcPr>
          <w:p w:rsidR="0078483C" w:rsidRPr="00DF060C" w:rsidRDefault="0078483C" w:rsidP="00D42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060C">
              <w:rPr>
                <w:rFonts w:ascii="Times New Roman" w:hAnsi="Times New Roman"/>
                <w:sz w:val="28"/>
                <w:szCs w:val="28"/>
              </w:rPr>
              <w:t>подпись работника</w:t>
            </w:r>
          </w:p>
        </w:tc>
      </w:tr>
    </w:tbl>
    <w:p w:rsidR="0078483C" w:rsidRPr="00DF060C" w:rsidRDefault="0078483C" w:rsidP="00D42A61">
      <w:pPr>
        <w:shd w:val="clear" w:color="auto" w:fill="FFFFFF"/>
        <w:spacing w:after="0" w:line="240" w:lineRule="auto"/>
        <w:rPr>
          <w:rFonts w:ascii="Times New Roman" w:hAnsi="Times New Roman"/>
          <w:color w:val="052635"/>
          <w:sz w:val="28"/>
          <w:szCs w:val="28"/>
        </w:rPr>
      </w:pPr>
      <w:r w:rsidRPr="00DF060C">
        <w:rPr>
          <w:rFonts w:ascii="Times New Roman" w:hAnsi="Times New Roman"/>
          <w:color w:val="052635"/>
          <w:sz w:val="28"/>
          <w:szCs w:val="28"/>
        </w:rPr>
        <w:br w:type="textWrapping" w:clear="all"/>
      </w:r>
    </w:p>
    <w:p w:rsidR="0078483C" w:rsidRPr="00DF060C" w:rsidRDefault="0078483C" w:rsidP="00D42A61">
      <w:pPr>
        <w:shd w:val="clear" w:color="auto" w:fill="FFFFFF"/>
        <w:spacing w:before="105" w:after="105" w:line="240" w:lineRule="auto"/>
        <w:rPr>
          <w:rFonts w:ascii="Times New Roman" w:hAnsi="Times New Roman"/>
          <w:color w:val="052635"/>
          <w:sz w:val="28"/>
          <w:szCs w:val="28"/>
        </w:rPr>
      </w:pPr>
    </w:p>
    <w:p w:rsidR="0078483C" w:rsidRPr="00DF060C" w:rsidRDefault="0078483C">
      <w:pPr>
        <w:rPr>
          <w:rFonts w:ascii="Times New Roman" w:hAnsi="Times New Roman"/>
          <w:sz w:val="28"/>
          <w:szCs w:val="28"/>
        </w:rPr>
      </w:pPr>
    </w:p>
    <w:sectPr w:rsidR="0078483C" w:rsidRPr="00DF060C" w:rsidSect="00465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A61"/>
    <w:rsid w:val="003C76D9"/>
    <w:rsid w:val="00465838"/>
    <w:rsid w:val="006D5928"/>
    <w:rsid w:val="0078483C"/>
    <w:rsid w:val="00B96BB8"/>
    <w:rsid w:val="00C22508"/>
    <w:rsid w:val="00CC15AE"/>
    <w:rsid w:val="00CD2CFE"/>
    <w:rsid w:val="00D42A61"/>
    <w:rsid w:val="00DA0611"/>
    <w:rsid w:val="00DF060C"/>
    <w:rsid w:val="00FA063D"/>
    <w:rsid w:val="00FA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838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D42A6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42A61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rsid w:val="00D42A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D42A6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42A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72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15</Pages>
  <Words>2643</Words>
  <Characters>15067</Characters>
  <Application>Microsoft Office Outlook</Application>
  <DocSecurity>0</DocSecurity>
  <Lines>0</Lines>
  <Paragraphs>0</Paragraphs>
  <ScaleCrop>false</ScaleCrop>
  <Company>Speed_XP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User</cp:lastModifiedBy>
  <cp:revision>4</cp:revision>
  <cp:lastPrinted>2012-12-20T06:13:00Z</cp:lastPrinted>
  <dcterms:created xsi:type="dcterms:W3CDTF">2012-09-13T05:58:00Z</dcterms:created>
  <dcterms:modified xsi:type="dcterms:W3CDTF">2012-12-20T06:16:00Z</dcterms:modified>
</cp:coreProperties>
</file>